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1BD9" w14:textId="77777777" w:rsidR="00F420EF" w:rsidRPr="00EC5835" w:rsidRDefault="00F420EF" w:rsidP="00F420EF">
      <w:pPr>
        <w:spacing w:after="189"/>
        <w:ind w:hanging="8"/>
        <w:jc w:val="right"/>
        <w:rPr>
          <w:rFonts w:cstheme="minorHAnsi"/>
          <w:sz w:val="24"/>
          <w:szCs w:val="24"/>
        </w:rPr>
      </w:pPr>
      <w:r w:rsidRPr="00EC5835">
        <w:rPr>
          <w:rFonts w:cstheme="minorHAnsi"/>
          <w:sz w:val="24"/>
          <w:szCs w:val="24"/>
        </w:rPr>
        <w:t>Załącznik nr 4</w:t>
      </w:r>
      <w:r w:rsidRPr="00EC5835">
        <w:rPr>
          <w:rFonts w:cstheme="minorHAnsi"/>
          <w:sz w:val="24"/>
          <w:szCs w:val="24"/>
        </w:rPr>
        <w:br/>
        <w:t>do Regulaminu rekrutacji i uczestnictwa w projekcie</w:t>
      </w:r>
    </w:p>
    <w:p w14:paraId="790E2906" w14:textId="77777777" w:rsidR="00F420EF" w:rsidRPr="00EC5835" w:rsidRDefault="00F420EF" w:rsidP="00F420EF">
      <w:pPr>
        <w:tabs>
          <w:tab w:val="right" w:pos="9642"/>
        </w:tabs>
        <w:spacing w:after="17"/>
        <w:ind w:left="-15"/>
        <w:jc w:val="right"/>
      </w:pPr>
    </w:p>
    <w:p w14:paraId="2F48B92D" w14:textId="77777777" w:rsidR="00F420EF" w:rsidRPr="00EC5835" w:rsidRDefault="00F420EF" w:rsidP="00F420EF">
      <w:pPr>
        <w:pStyle w:val="Nagwek3"/>
        <w:jc w:val="center"/>
      </w:pPr>
      <w:r w:rsidRPr="00EC5835">
        <w:t>DEKLARACJA UCZESTNICTWA W PROJEKCIE</w:t>
      </w:r>
    </w:p>
    <w:p w14:paraId="13F4BFB4" w14:textId="77777777" w:rsidR="00F420EF" w:rsidRPr="00EC5835" w:rsidRDefault="00F420EF" w:rsidP="00F420EF">
      <w:pPr>
        <w:pStyle w:val="Nagwek3"/>
        <w:jc w:val="center"/>
      </w:pPr>
      <w:r w:rsidRPr="00EC5835">
        <w:t>– Nauczyciel/Nauczycielka</w:t>
      </w:r>
    </w:p>
    <w:p w14:paraId="2F6B1364" w14:textId="77777777" w:rsidR="00F420EF" w:rsidRPr="00EC5835" w:rsidRDefault="00F420EF" w:rsidP="00F420EF"/>
    <w:tbl>
      <w:tblPr>
        <w:tblW w:w="10076" w:type="dxa"/>
        <w:tblInd w:w="-220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13"/>
        <w:gridCol w:w="6963"/>
      </w:tblGrid>
      <w:tr w:rsidR="00F420EF" w:rsidRPr="00EC5835" w14:paraId="7EA6B476" w14:textId="77777777" w:rsidTr="00E261AE">
        <w:trPr>
          <w:trHeight w:val="326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3A33E" w14:textId="77777777" w:rsidR="00F420EF" w:rsidRPr="00EC5835" w:rsidRDefault="00F420EF" w:rsidP="00E261A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A590B" w14:textId="77777777" w:rsidR="00F420EF" w:rsidRPr="00EC5835" w:rsidRDefault="00F420EF" w:rsidP="00E261AE">
            <w:pPr>
              <w:spacing w:after="0" w:line="259" w:lineRule="auto"/>
              <w:ind w:left="110"/>
              <w:rPr>
                <w:sz w:val="24"/>
                <w:szCs w:val="24"/>
              </w:rPr>
            </w:pPr>
            <w:r w:rsidRPr="00EC5835">
              <w:rPr>
                <w:b/>
                <w:sz w:val="24"/>
                <w:szCs w:val="24"/>
              </w:rPr>
              <w:t xml:space="preserve">Dane Uczestnika/Uczestniczki </w:t>
            </w:r>
          </w:p>
        </w:tc>
      </w:tr>
      <w:tr w:rsidR="00F420EF" w:rsidRPr="00EC5835" w14:paraId="0956FBEE" w14:textId="77777777" w:rsidTr="00E261AE">
        <w:trPr>
          <w:trHeight w:val="56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1F48" w14:textId="77777777" w:rsidR="00F420EF" w:rsidRPr="00EC5835" w:rsidRDefault="00F420EF" w:rsidP="00E261AE">
            <w:pPr>
              <w:spacing w:after="0" w:line="259" w:lineRule="auto"/>
              <w:rPr>
                <w:sz w:val="24"/>
                <w:szCs w:val="24"/>
              </w:rPr>
            </w:pPr>
            <w:r w:rsidRPr="00EC5835">
              <w:rPr>
                <w:b/>
                <w:sz w:val="24"/>
                <w:szCs w:val="24"/>
              </w:rPr>
              <w:t xml:space="preserve">Imię  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AF648" w14:textId="77777777" w:rsidR="00F420EF" w:rsidRPr="00EC5835" w:rsidRDefault="00F420EF" w:rsidP="00E261AE">
            <w:pPr>
              <w:spacing w:after="0" w:line="259" w:lineRule="auto"/>
              <w:ind w:left="2"/>
              <w:rPr>
                <w:sz w:val="24"/>
                <w:szCs w:val="24"/>
              </w:rPr>
            </w:pPr>
            <w:r w:rsidRPr="00EC5835">
              <w:rPr>
                <w:sz w:val="24"/>
                <w:szCs w:val="24"/>
              </w:rPr>
              <w:t xml:space="preserve"> </w:t>
            </w:r>
          </w:p>
        </w:tc>
      </w:tr>
      <w:tr w:rsidR="00F420EF" w:rsidRPr="00EC5835" w14:paraId="0C771D29" w14:textId="77777777" w:rsidTr="00E261AE">
        <w:trPr>
          <w:trHeight w:val="53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8FC8" w14:textId="77777777" w:rsidR="00F420EF" w:rsidRPr="00EC5835" w:rsidRDefault="00F420EF" w:rsidP="00E261AE">
            <w:pPr>
              <w:spacing w:after="0" w:line="259" w:lineRule="auto"/>
              <w:rPr>
                <w:sz w:val="24"/>
                <w:szCs w:val="24"/>
              </w:rPr>
            </w:pPr>
            <w:r w:rsidRPr="00EC5835">
              <w:rPr>
                <w:b/>
                <w:sz w:val="24"/>
                <w:szCs w:val="24"/>
              </w:rPr>
              <w:t xml:space="preserve">Nazwisko 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DFF1" w14:textId="77777777" w:rsidR="00F420EF" w:rsidRPr="00EC5835" w:rsidRDefault="00F420EF" w:rsidP="00E261AE">
            <w:pPr>
              <w:spacing w:after="0" w:line="259" w:lineRule="auto"/>
              <w:ind w:left="2"/>
              <w:rPr>
                <w:sz w:val="24"/>
                <w:szCs w:val="24"/>
              </w:rPr>
            </w:pPr>
            <w:r w:rsidRPr="00EC5835">
              <w:rPr>
                <w:sz w:val="24"/>
                <w:szCs w:val="24"/>
              </w:rPr>
              <w:t xml:space="preserve"> </w:t>
            </w:r>
          </w:p>
        </w:tc>
      </w:tr>
    </w:tbl>
    <w:p w14:paraId="50A66411" w14:textId="77777777" w:rsidR="00F420EF" w:rsidRPr="00EC5835" w:rsidRDefault="00F420EF" w:rsidP="00F420EF">
      <w:pPr>
        <w:spacing w:after="180" w:line="259" w:lineRule="auto"/>
        <w:ind w:left="59"/>
        <w:jc w:val="both"/>
        <w:rPr>
          <w:sz w:val="24"/>
          <w:szCs w:val="24"/>
        </w:rPr>
      </w:pPr>
      <w:r w:rsidRPr="00EC5835">
        <w:rPr>
          <w:b/>
          <w:sz w:val="24"/>
          <w:szCs w:val="24"/>
        </w:rPr>
        <w:t xml:space="preserve"> </w:t>
      </w:r>
    </w:p>
    <w:p w14:paraId="1A59C688" w14:textId="77777777" w:rsidR="00F420EF" w:rsidRPr="00EC5835" w:rsidRDefault="00F420EF" w:rsidP="00F420EF">
      <w:pPr>
        <w:spacing w:after="37"/>
        <w:ind w:left="-5"/>
        <w:rPr>
          <w:sz w:val="24"/>
          <w:szCs w:val="24"/>
        </w:rPr>
      </w:pPr>
      <w:r w:rsidRPr="00EC5835">
        <w:rPr>
          <w:sz w:val="24"/>
          <w:szCs w:val="24"/>
        </w:rPr>
        <w:t xml:space="preserve">Deklaruję uczestnictwo w projekcie pn. </w:t>
      </w:r>
      <w:r w:rsidRPr="00EC5835">
        <w:rPr>
          <w:b/>
          <w:bCs/>
          <w:sz w:val="24"/>
          <w:szCs w:val="24"/>
        </w:rPr>
        <w:t>„Akademia Zdolnych Uczniów w Gminie Międzyrzecz”</w:t>
      </w:r>
      <w:r w:rsidRPr="00EC5835">
        <w:rPr>
          <w:sz w:val="24"/>
          <w:szCs w:val="24"/>
        </w:rPr>
        <w:t xml:space="preserve"> </w:t>
      </w:r>
      <w:bookmarkStart w:id="0" w:name="_Hlk209008063"/>
      <w:r w:rsidRPr="00EC5835">
        <w:rPr>
          <w:sz w:val="24"/>
          <w:szCs w:val="24"/>
        </w:rPr>
        <w:t>nr FELB.06.07-IZ.00-000</w:t>
      </w:r>
      <w:r>
        <w:rPr>
          <w:sz w:val="24"/>
          <w:szCs w:val="24"/>
        </w:rPr>
        <w:t>9</w:t>
      </w:r>
      <w:r w:rsidRPr="00EC5835">
        <w:rPr>
          <w:sz w:val="24"/>
          <w:szCs w:val="24"/>
        </w:rPr>
        <w:t xml:space="preserve">/25, realizowanym przez </w:t>
      </w:r>
      <w:r>
        <w:rPr>
          <w:sz w:val="24"/>
          <w:szCs w:val="24"/>
        </w:rPr>
        <w:t>Gminę Międzyrzecz</w:t>
      </w:r>
      <w:r w:rsidRPr="00EC5835">
        <w:rPr>
          <w:sz w:val="24"/>
          <w:szCs w:val="24"/>
        </w:rPr>
        <w:t xml:space="preserve"> i współfinansowanym ze środków Europejskiego Funduszu Społecznego Plus (EFS+) w ramach Programu Fundusze Europejskie dla Lubuskiego 2021-2027, Priorytet FELB.06.00-Fundusze Europejskie na wsparcie obywateli, dla Działania: FELB.06.07 - Edukacja-ZIT. </w:t>
      </w:r>
      <w:bookmarkEnd w:id="0"/>
    </w:p>
    <w:p w14:paraId="01220788" w14:textId="77777777" w:rsidR="00F420EF" w:rsidRPr="00EC5835" w:rsidRDefault="00F420EF" w:rsidP="00F420EF">
      <w:pPr>
        <w:spacing w:after="58" w:line="259" w:lineRule="auto"/>
        <w:jc w:val="both"/>
        <w:rPr>
          <w:sz w:val="24"/>
          <w:szCs w:val="24"/>
        </w:rPr>
      </w:pPr>
      <w:r w:rsidRPr="00EC5835">
        <w:rPr>
          <w:sz w:val="24"/>
          <w:szCs w:val="24"/>
        </w:rPr>
        <w:t xml:space="preserve"> </w:t>
      </w:r>
    </w:p>
    <w:p w14:paraId="1187A1C2" w14:textId="77777777" w:rsidR="00F420EF" w:rsidRDefault="00F420EF" w:rsidP="00F420EF">
      <w:pPr>
        <w:spacing w:after="47"/>
        <w:ind w:left="-5"/>
        <w:jc w:val="both"/>
        <w:rPr>
          <w:sz w:val="24"/>
          <w:szCs w:val="24"/>
        </w:rPr>
      </w:pPr>
      <w:r w:rsidRPr="00EC5835">
        <w:rPr>
          <w:sz w:val="24"/>
          <w:szCs w:val="24"/>
        </w:rPr>
        <w:t xml:space="preserve">Oświadczam, że spełniam kryteria kwalifikowalności uprawniające mnie do udziału w projekcie (spełnienie kryterium przynależności do grupy docelowej), tj.: </w:t>
      </w:r>
    </w:p>
    <w:p w14:paraId="1B554F8B" w14:textId="77777777" w:rsidR="00F420EF" w:rsidRPr="00EC5835" w:rsidRDefault="00F420EF" w:rsidP="00F420EF">
      <w:pPr>
        <w:spacing w:after="47"/>
        <w:ind w:left="-5"/>
        <w:jc w:val="both"/>
        <w:rPr>
          <w:sz w:val="24"/>
          <w:szCs w:val="24"/>
        </w:rPr>
      </w:pPr>
      <w:r w:rsidRPr="00EC5835">
        <w:rPr>
          <w:sz w:val="24"/>
          <w:szCs w:val="24"/>
        </w:rPr>
        <w:t xml:space="preserve"> </w:t>
      </w:r>
    </w:p>
    <w:p w14:paraId="32D95217" w14:textId="77777777" w:rsidR="00F420EF" w:rsidRPr="00202FEF" w:rsidRDefault="00F420EF" w:rsidP="00F420EF">
      <w:pPr>
        <w:pStyle w:val="Akapitzlist"/>
        <w:numPr>
          <w:ilvl w:val="0"/>
          <w:numId w:val="1"/>
        </w:numPr>
        <w:spacing w:after="43" w:line="268" w:lineRule="auto"/>
        <w:rPr>
          <w:sz w:val="24"/>
          <w:szCs w:val="24"/>
        </w:rPr>
      </w:pPr>
      <w:r w:rsidRPr="00202FEF">
        <w:rPr>
          <w:sz w:val="24"/>
          <w:szCs w:val="24"/>
        </w:rPr>
        <w:t>jestem zatrudniony/a jako nauczyciel/ka w: ………</w:t>
      </w:r>
      <w:proofErr w:type="gramStart"/>
      <w:r w:rsidRPr="00202FEF">
        <w:rPr>
          <w:sz w:val="24"/>
          <w:szCs w:val="24"/>
        </w:rPr>
        <w:t>…….</w:t>
      </w:r>
      <w:proofErr w:type="gramEnd"/>
      <w:r w:rsidRPr="00202FEF">
        <w:rPr>
          <w:sz w:val="24"/>
          <w:szCs w:val="24"/>
        </w:rPr>
        <w:t>…………………………………………………………………………………</w:t>
      </w:r>
      <w:proofErr w:type="gramStart"/>
      <w:r w:rsidRPr="00202FEF">
        <w:rPr>
          <w:sz w:val="24"/>
          <w:szCs w:val="24"/>
        </w:rPr>
        <w:t>…….</w:t>
      </w:r>
      <w:proofErr w:type="gramEnd"/>
      <w:r w:rsidRPr="00202FEF">
        <w:rPr>
          <w:sz w:val="24"/>
          <w:szCs w:val="24"/>
        </w:rPr>
        <w:t>.…….</w:t>
      </w:r>
    </w:p>
    <w:p w14:paraId="562EFC3B" w14:textId="77777777" w:rsidR="00F420EF" w:rsidRDefault="00F420EF" w:rsidP="00F420EF">
      <w:pPr>
        <w:spacing w:after="43"/>
        <w:ind w:left="720"/>
        <w:jc w:val="both"/>
        <w:rPr>
          <w:sz w:val="24"/>
          <w:szCs w:val="24"/>
        </w:rPr>
      </w:pPr>
      <w:r w:rsidRPr="00EC5835">
        <w:rPr>
          <w:sz w:val="24"/>
          <w:szCs w:val="24"/>
        </w:rPr>
        <w:t xml:space="preserve">                                         (należy podać </w:t>
      </w:r>
      <w:proofErr w:type="gramStart"/>
      <w:r w:rsidRPr="00EC5835">
        <w:rPr>
          <w:sz w:val="24"/>
          <w:szCs w:val="24"/>
        </w:rPr>
        <w:t>nazwę  szkoły</w:t>
      </w:r>
      <w:proofErr w:type="gramEnd"/>
      <w:r w:rsidRPr="00EC5835">
        <w:rPr>
          <w:sz w:val="24"/>
          <w:szCs w:val="24"/>
        </w:rPr>
        <w:t>)</w:t>
      </w:r>
    </w:p>
    <w:p w14:paraId="638F4AA5" w14:textId="77777777" w:rsidR="00F420EF" w:rsidRPr="00202FEF" w:rsidRDefault="00F420EF" w:rsidP="00F420EF">
      <w:pPr>
        <w:pStyle w:val="Akapitzlist"/>
        <w:numPr>
          <w:ilvl w:val="0"/>
          <w:numId w:val="1"/>
        </w:numPr>
        <w:spacing w:after="43"/>
        <w:jc w:val="both"/>
        <w:rPr>
          <w:sz w:val="24"/>
          <w:szCs w:val="24"/>
        </w:rPr>
      </w:pPr>
      <w:r>
        <w:rPr>
          <w:sz w:val="24"/>
          <w:szCs w:val="24"/>
        </w:rPr>
        <w:t>mieszkam na terenie województwa lubuskiego.</w:t>
      </w:r>
    </w:p>
    <w:p w14:paraId="0B2F90FC" w14:textId="77777777" w:rsidR="00F420EF" w:rsidRDefault="00F420EF" w:rsidP="00F420EF">
      <w:pPr>
        <w:spacing w:after="43"/>
        <w:ind w:left="720"/>
        <w:jc w:val="both"/>
        <w:rPr>
          <w:sz w:val="24"/>
          <w:szCs w:val="24"/>
        </w:rPr>
      </w:pPr>
    </w:p>
    <w:p w14:paraId="3AD9BC62" w14:textId="77777777" w:rsidR="00F420EF" w:rsidRPr="00202FEF" w:rsidRDefault="00F420EF" w:rsidP="00F420EF">
      <w:pPr>
        <w:spacing w:after="43"/>
        <w:ind w:left="720"/>
        <w:jc w:val="both"/>
        <w:rPr>
          <w:sz w:val="24"/>
          <w:szCs w:val="24"/>
        </w:rPr>
      </w:pPr>
    </w:p>
    <w:p w14:paraId="4E1CD537" w14:textId="77777777" w:rsidR="00F420EF" w:rsidRPr="00EC5835" w:rsidRDefault="00F420EF" w:rsidP="00F420EF">
      <w:pPr>
        <w:spacing w:after="150" w:line="286" w:lineRule="auto"/>
        <w:ind w:left="-15"/>
        <w:jc w:val="both"/>
        <w:rPr>
          <w:sz w:val="24"/>
          <w:szCs w:val="24"/>
        </w:rPr>
      </w:pPr>
      <w:r w:rsidRPr="00EC5835">
        <w:rPr>
          <w:sz w:val="24"/>
          <w:szCs w:val="24"/>
        </w:rPr>
        <w:t xml:space="preserve">Po zakończeniu udziału w projekcie zobowiązuję się do przekazania danych potrzebnych </w:t>
      </w:r>
      <w:r w:rsidRPr="00EC5835">
        <w:rPr>
          <w:sz w:val="24"/>
          <w:szCs w:val="24"/>
        </w:rPr>
        <w:br/>
        <w:t xml:space="preserve">do wyliczenia wskaźnika rezultatu bezpośredniego (np. udział w kształceniu lub szkoleniu) </w:t>
      </w:r>
      <w:r w:rsidRPr="00EC5835">
        <w:rPr>
          <w:sz w:val="24"/>
          <w:szCs w:val="24"/>
        </w:rPr>
        <w:br/>
        <w:t xml:space="preserve">do 4 tygodni od zakończenia udziału w projekcie oraz przyszłego udziału w badaniu ewaluacyjnym, zgodnie z zakresem danych określonych w Wytycznych dotyczących monitorowania postępu rzeczowego realizacji programów na lata 2021-2027. </w:t>
      </w:r>
    </w:p>
    <w:p w14:paraId="432C821C" w14:textId="77777777" w:rsidR="00F420EF" w:rsidRDefault="00F420EF" w:rsidP="00F420EF">
      <w:pPr>
        <w:spacing w:after="221" w:line="240" w:lineRule="auto"/>
        <w:jc w:val="both"/>
        <w:rPr>
          <w:sz w:val="24"/>
          <w:szCs w:val="24"/>
        </w:rPr>
      </w:pPr>
    </w:p>
    <w:p w14:paraId="1D8851ED" w14:textId="77777777" w:rsidR="00F420EF" w:rsidRDefault="00F420EF" w:rsidP="00F420EF">
      <w:pPr>
        <w:spacing w:after="221" w:line="240" w:lineRule="auto"/>
        <w:jc w:val="both"/>
        <w:rPr>
          <w:sz w:val="24"/>
          <w:szCs w:val="24"/>
        </w:rPr>
      </w:pPr>
    </w:p>
    <w:p w14:paraId="11BBBE34" w14:textId="77777777" w:rsidR="00F420EF" w:rsidRPr="00EC5835" w:rsidRDefault="00F420EF" w:rsidP="00F420EF">
      <w:pPr>
        <w:spacing w:after="221" w:line="240" w:lineRule="auto"/>
        <w:jc w:val="both"/>
        <w:rPr>
          <w:sz w:val="24"/>
          <w:szCs w:val="24"/>
        </w:rPr>
      </w:pPr>
      <w:r w:rsidRPr="00EC5835">
        <w:rPr>
          <w:sz w:val="24"/>
          <w:szCs w:val="24"/>
        </w:rPr>
        <w:lastRenderedPageBreak/>
        <w:t xml:space="preserve">Oświadczam, że: </w:t>
      </w:r>
    </w:p>
    <w:p w14:paraId="6A7C80D8" w14:textId="77777777" w:rsidR="00F420EF" w:rsidRDefault="00F420EF" w:rsidP="00F420EF">
      <w:pPr>
        <w:pStyle w:val="Akapitzlist"/>
        <w:numPr>
          <w:ilvl w:val="0"/>
          <w:numId w:val="2"/>
        </w:numPr>
        <w:spacing w:after="29" w:line="240" w:lineRule="auto"/>
        <w:jc w:val="both"/>
        <w:rPr>
          <w:sz w:val="24"/>
          <w:szCs w:val="24"/>
        </w:rPr>
      </w:pPr>
      <w:r w:rsidRPr="00202FEF">
        <w:rPr>
          <w:sz w:val="24"/>
          <w:szCs w:val="24"/>
        </w:rPr>
        <w:t>zawarte w formularzu zgłoszeniowym do projektu dane są zgodne z prawdą</w:t>
      </w:r>
      <w:r w:rsidRPr="00202FEF">
        <w:rPr>
          <w:sz w:val="24"/>
          <w:szCs w:val="24"/>
        </w:rPr>
        <w:br/>
        <w:t xml:space="preserve">i zobowiązuję się do niezwłocznego poinformowania Beneficjenta o zaistniałych zmianach, </w:t>
      </w:r>
    </w:p>
    <w:p w14:paraId="4567C1E6" w14:textId="77777777" w:rsidR="00F420EF" w:rsidRPr="00202FEF" w:rsidRDefault="00F420EF" w:rsidP="00F420EF">
      <w:pPr>
        <w:pStyle w:val="Akapitzlist"/>
        <w:numPr>
          <w:ilvl w:val="0"/>
          <w:numId w:val="2"/>
        </w:numPr>
        <w:spacing w:after="29" w:line="240" w:lineRule="auto"/>
        <w:jc w:val="both"/>
        <w:rPr>
          <w:sz w:val="24"/>
          <w:szCs w:val="24"/>
        </w:rPr>
      </w:pPr>
      <w:r w:rsidRPr="00202FEF">
        <w:rPr>
          <w:sz w:val="24"/>
          <w:szCs w:val="24"/>
        </w:rPr>
        <w:t>zostałem/</w:t>
      </w:r>
      <w:proofErr w:type="spellStart"/>
      <w:r w:rsidRPr="00202FEF">
        <w:rPr>
          <w:sz w:val="24"/>
          <w:szCs w:val="24"/>
        </w:rPr>
        <w:t>am</w:t>
      </w:r>
      <w:proofErr w:type="spellEnd"/>
      <w:r w:rsidRPr="00202FEF">
        <w:rPr>
          <w:sz w:val="24"/>
          <w:szCs w:val="24"/>
        </w:rPr>
        <w:t xml:space="preserve"> poinformowany/a o odpowiedzialności za składanie oświadczeń niezgodnych z prawdą. </w:t>
      </w:r>
    </w:p>
    <w:p w14:paraId="38866FD1" w14:textId="77777777" w:rsidR="00F420EF" w:rsidRPr="00EC5835" w:rsidRDefault="00F420EF" w:rsidP="00F420EF">
      <w:pPr>
        <w:tabs>
          <w:tab w:val="left" w:pos="2565"/>
        </w:tabs>
        <w:spacing w:after="19" w:line="259" w:lineRule="auto"/>
        <w:rPr>
          <w:sz w:val="24"/>
          <w:szCs w:val="24"/>
        </w:rPr>
      </w:pPr>
      <w:r w:rsidRPr="00EC5835">
        <w:rPr>
          <w:sz w:val="24"/>
          <w:szCs w:val="24"/>
        </w:rPr>
        <w:tab/>
      </w:r>
    </w:p>
    <w:p w14:paraId="187C87E9" w14:textId="77777777" w:rsidR="00F420EF" w:rsidRPr="00EC5835" w:rsidRDefault="00F420EF" w:rsidP="00F420EF">
      <w:pPr>
        <w:tabs>
          <w:tab w:val="left" w:pos="2565"/>
        </w:tabs>
        <w:spacing w:after="19" w:line="259" w:lineRule="auto"/>
        <w:rPr>
          <w:sz w:val="24"/>
          <w:szCs w:val="24"/>
        </w:rPr>
      </w:pPr>
    </w:p>
    <w:p w14:paraId="7C76A718" w14:textId="77777777" w:rsidR="00F420EF" w:rsidRPr="00EC5835" w:rsidRDefault="00F420EF" w:rsidP="00F420EF">
      <w:pPr>
        <w:tabs>
          <w:tab w:val="left" w:pos="2565"/>
        </w:tabs>
        <w:spacing w:after="19" w:line="259" w:lineRule="auto"/>
        <w:rPr>
          <w:sz w:val="24"/>
          <w:szCs w:val="24"/>
        </w:rPr>
      </w:pPr>
    </w:p>
    <w:p w14:paraId="6EF53F6C" w14:textId="77777777" w:rsidR="00F420EF" w:rsidRPr="00EC5835" w:rsidRDefault="00F420EF" w:rsidP="00F420EF">
      <w:pPr>
        <w:spacing w:after="19" w:line="259" w:lineRule="auto"/>
        <w:rPr>
          <w:sz w:val="24"/>
          <w:szCs w:val="24"/>
        </w:rPr>
      </w:pPr>
      <w:r w:rsidRPr="00EC5835">
        <w:rPr>
          <w:sz w:val="24"/>
          <w:szCs w:val="24"/>
        </w:rPr>
        <w:t>…………………………………….</w:t>
      </w:r>
      <w:r w:rsidRPr="00EC5835">
        <w:rPr>
          <w:sz w:val="24"/>
          <w:szCs w:val="24"/>
        </w:rPr>
        <w:tab/>
      </w:r>
      <w:r w:rsidRPr="00EC5835">
        <w:rPr>
          <w:sz w:val="24"/>
          <w:szCs w:val="24"/>
        </w:rPr>
        <w:tab/>
      </w:r>
      <w:r w:rsidRPr="00EC583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</w:t>
      </w:r>
      <w:r w:rsidRPr="00EC5835">
        <w:rPr>
          <w:sz w:val="24"/>
          <w:szCs w:val="24"/>
        </w:rPr>
        <w:t xml:space="preserve">        ……………………………………</w:t>
      </w:r>
    </w:p>
    <w:p w14:paraId="518F0E3D" w14:textId="77777777" w:rsidR="00F420EF" w:rsidRPr="00EC5835" w:rsidRDefault="00F420EF" w:rsidP="00F420EF">
      <w:pPr>
        <w:tabs>
          <w:tab w:val="right" w:pos="9642"/>
        </w:tabs>
        <w:spacing w:after="17"/>
        <w:ind w:left="-15"/>
        <w:rPr>
          <w:sz w:val="24"/>
          <w:szCs w:val="24"/>
        </w:rPr>
      </w:pPr>
      <w:r w:rsidRPr="00EC5835">
        <w:rPr>
          <w:sz w:val="24"/>
          <w:szCs w:val="24"/>
        </w:rPr>
        <w:t xml:space="preserve">      miejscowość i data </w:t>
      </w:r>
      <w:r w:rsidRPr="00EC5835">
        <w:rPr>
          <w:sz w:val="24"/>
          <w:szCs w:val="24"/>
        </w:rPr>
        <w:tab/>
        <w:t xml:space="preserve">              czytelny podpis uczestnika projektu </w:t>
      </w:r>
    </w:p>
    <w:p w14:paraId="78222BAC" w14:textId="77777777" w:rsidR="00F420EF" w:rsidRPr="00EC5835" w:rsidRDefault="00F420EF" w:rsidP="00F420EF">
      <w:pPr>
        <w:tabs>
          <w:tab w:val="right" w:pos="9642"/>
        </w:tabs>
        <w:spacing w:after="17"/>
        <w:ind w:left="-15"/>
        <w:rPr>
          <w:sz w:val="24"/>
          <w:szCs w:val="24"/>
        </w:rPr>
      </w:pPr>
    </w:p>
    <w:p w14:paraId="51F26CCE" w14:textId="77777777" w:rsidR="00F420EF" w:rsidRPr="001C7F1D" w:rsidRDefault="00F420EF" w:rsidP="00F420EF">
      <w:pPr>
        <w:spacing w:after="189"/>
        <w:ind w:hanging="8"/>
        <w:jc w:val="center"/>
        <w:rPr>
          <w:rFonts w:cstheme="minorHAnsi"/>
          <w:sz w:val="24"/>
          <w:szCs w:val="24"/>
        </w:rPr>
      </w:pPr>
    </w:p>
    <w:p w14:paraId="4829ACD4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56B5E" w14:textId="77777777" w:rsidR="00F420EF" w:rsidRDefault="00F420EF" w:rsidP="001E48D8">
      <w:pPr>
        <w:spacing w:after="0" w:line="240" w:lineRule="auto"/>
      </w:pPr>
      <w:r>
        <w:separator/>
      </w:r>
    </w:p>
  </w:endnote>
  <w:endnote w:type="continuationSeparator" w:id="0">
    <w:p w14:paraId="6ABE6107" w14:textId="77777777" w:rsidR="00F420EF" w:rsidRDefault="00F420EF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A7D6B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2E94DE64" wp14:editId="22A1DE85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CB9A" w14:textId="77777777" w:rsidR="00F420EF" w:rsidRDefault="00F420EF" w:rsidP="001E48D8">
      <w:pPr>
        <w:spacing w:after="0" w:line="240" w:lineRule="auto"/>
      </w:pPr>
      <w:r>
        <w:separator/>
      </w:r>
    </w:p>
  </w:footnote>
  <w:footnote w:type="continuationSeparator" w:id="0">
    <w:p w14:paraId="604FBDCD" w14:textId="77777777" w:rsidR="00F420EF" w:rsidRDefault="00F420EF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E24AC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3B2C9A72" wp14:editId="3DD9D1F5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76B88"/>
    <w:multiLevelType w:val="hybridMultilevel"/>
    <w:tmpl w:val="BD2E16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D5043E"/>
    <w:multiLevelType w:val="hybridMultilevel"/>
    <w:tmpl w:val="BD2E168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4490899">
    <w:abstractNumId w:val="0"/>
  </w:num>
  <w:num w:numId="2" w16cid:durableId="1717704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0EF"/>
    <w:rsid w:val="0013595F"/>
    <w:rsid w:val="001E48D8"/>
    <w:rsid w:val="004A239E"/>
    <w:rsid w:val="00661078"/>
    <w:rsid w:val="0075189E"/>
    <w:rsid w:val="00836AC0"/>
    <w:rsid w:val="00871D90"/>
    <w:rsid w:val="00872C1C"/>
    <w:rsid w:val="00935821"/>
    <w:rsid w:val="00F4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4941C"/>
  <w15:chartTrackingRefBased/>
  <w15:docId w15:val="{3938CDC6-CDB4-4691-B55B-C93A7B13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EF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0</TotalTime>
  <Pages>2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2025-10-17T06:51:00Z</dcterms:created>
  <dcterms:modified xsi:type="dcterms:W3CDTF">2025-10-17T08:02:00Z</dcterms:modified>
</cp:coreProperties>
</file>